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D25" w:rsidRDefault="00D32D2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46.5pt;margin-top:-63pt;width:368.5pt;height:594pt;z-index:251657216">
            <v:textbox>
              <w:txbxContent>
                <w:p w:rsidR="00D32D25" w:rsidRPr="00762473" w:rsidRDefault="00D32D25" w:rsidP="00762473">
                  <w:pPr>
                    <w:spacing w:line="240" w:lineRule="auto"/>
                    <w:jc w:val="center"/>
                    <w:rPr>
                      <w:rFonts w:ascii="Castellar" w:hAnsi="Castellar"/>
                      <w:b/>
                      <w:sz w:val="72"/>
                      <w:szCs w:val="72"/>
                    </w:rPr>
                  </w:pPr>
                  <w:r w:rsidRPr="00762473">
                    <w:rPr>
                      <w:rFonts w:ascii="Castellar" w:hAnsi="Castellar"/>
                      <w:b/>
                      <w:sz w:val="72"/>
                      <w:szCs w:val="72"/>
                    </w:rPr>
                    <w:t>2014</w:t>
                  </w:r>
                </w:p>
                <w:p w:rsidR="00D32D25" w:rsidRPr="00762473" w:rsidRDefault="00D32D25" w:rsidP="00762473">
                  <w:pPr>
                    <w:spacing w:line="240" w:lineRule="auto"/>
                    <w:jc w:val="center"/>
                    <w:rPr>
                      <w:rFonts w:ascii="Castellar" w:hAnsi="Castellar"/>
                      <w:b/>
                      <w:sz w:val="72"/>
                      <w:szCs w:val="72"/>
                    </w:rPr>
                  </w:pPr>
                  <w:r w:rsidRPr="00762473">
                    <w:rPr>
                      <w:rFonts w:ascii="Castellar" w:hAnsi="Castellar"/>
                      <w:b/>
                      <w:sz w:val="72"/>
                      <w:szCs w:val="72"/>
                    </w:rPr>
                    <w:t xml:space="preserve"> Irm</w:t>
                  </w:r>
                  <w:r w:rsidRPr="00762473">
                    <w:rPr>
                      <w:rFonts w:ascii="Castellar" w:hAnsi="Castellar"/>
                      <w:b/>
                      <w:sz w:val="72"/>
                      <w:szCs w:val="72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31.5pt;height:30.75pt">
                        <v:imagedata r:id="rId7" o:title=""/>
                      </v:shape>
                    </w:pict>
                  </w:r>
                  <w:r w:rsidRPr="00762473">
                    <w:rPr>
                      <w:rFonts w:ascii="Castellar" w:hAnsi="Castellar"/>
                      <w:b/>
                      <w:sz w:val="72"/>
                      <w:szCs w:val="72"/>
                    </w:rPr>
                    <w:t xml:space="preserve"> Stingers</w:t>
                  </w:r>
                </w:p>
                <w:p w:rsidR="00D32D25" w:rsidRPr="00762473" w:rsidRDefault="00D32D25" w:rsidP="00762473">
                  <w:pPr>
                    <w:spacing w:line="240" w:lineRule="auto"/>
                    <w:jc w:val="center"/>
                    <w:rPr>
                      <w:rFonts w:ascii="Castellar" w:hAnsi="Castellar"/>
                      <w:b/>
                      <w:sz w:val="72"/>
                      <w:szCs w:val="72"/>
                    </w:rPr>
                  </w:pPr>
                  <w:r w:rsidRPr="00762473">
                    <w:rPr>
                      <w:rFonts w:ascii="Castellar" w:hAnsi="Castellar"/>
                      <w:b/>
                      <w:sz w:val="72"/>
                      <w:szCs w:val="72"/>
                    </w:rPr>
                    <w:t>Take Down Camp</w:t>
                  </w:r>
                </w:p>
                <w:p w:rsidR="00D32D25" w:rsidRDefault="00D32D25" w:rsidP="00762473">
                  <w:pPr>
                    <w:jc w:val="center"/>
                    <w:rPr>
                      <w:rFonts w:ascii="Gungsuh Western" w:eastAsia="Gungsuh" w:hAnsi="Gungsuh Western"/>
                    </w:rPr>
                  </w:pPr>
                  <w:r>
                    <w:rPr>
                      <w:rFonts w:ascii="Gungsuh" w:eastAsia="Gungsuh" w:hAnsi="Gungsuh"/>
                      <w:sz w:val="28"/>
                      <w:szCs w:val="28"/>
                    </w:rPr>
                    <w:t xml:space="preserve">Ages: 5 - 18. </w:t>
                  </w:r>
                  <w:r w:rsidRPr="00415AC1">
                    <w:rPr>
                      <w:rFonts w:ascii="Gungsuh Western" w:eastAsia="Gungsuh" w:hAnsi="Gungsuh Western"/>
                    </w:rPr>
                    <w:t>K – 12 Grade</w:t>
                  </w:r>
                </w:p>
                <w:p w:rsidR="00D32D25" w:rsidRPr="00E30099" w:rsidRDefault="00D32D25" w:rsidP="00762473">
                  <w:pPr>
                    <w:jc w:val="center"/>
                    <w:rPr>
                      <w:rFonts w:ascii="VAGRounded BT" w:hAnsi="VAGRounded BT"/>
                      <w:sz w:val="28"/>
                      <w:szCs w:val="28"/>
                    </w:rPr>
                  </w:pPr>
                  <w:r>
                    <w:rPr>
                      <w:rFonts w:ascii="Gungsuh Western" w:eastAsia="Gungsuh" w:hAnsi="Gungsuh Western"/>
                    </w:rPr>
                    <w:t>Limited to: first 50 Registrants</w:t>
                  </w:r>
                </w:p>
                <w:p w:rsidR="00D32D25" w:rsidRDefault="00D32D25" w:rsidP="00762473">
                  <w:pPr>
                    <w:jc w:val="center"/>
                  </w:pPr>
                </w:p>
                <w:p w:rsidR="00D32D25" w:rsidRPr="00762473" w:rsidRDefault="00D32D25" w:rsidP="00762473">
                  <w:pPr>
                    <w:jc w:val="center"/>
                    <w:rPr>
                      <w:rFonts w:ascii="Bookman Old Style" w:hAnsi="Bookman Old Style"/>
                      <w:sz w:val="28"/>
                      <w:szCs w:val="28"/>
                    </w:rPr>
                  </w:pPr>
                  <w:r w:rsidRPr="00762473">
                    <w:rPr>
                      <w:rFonts w:ascii="Bookman Old Style" w:hAnsi="Bookman Old Style"/>
                      <w:sz w:val="28"/>
                      <w:szCs w:val="28"/>
                    </w:rPr>
                    <w:t xml:space="preserve">Wednesday July 23  thru Friday July 25 2014 </w:t>
                  </w:r>
                </w:p>
                <w:p w:rsidR="00D32D25" w:rsidRPr="00762473" w:rsidRDefault="00D32D25" w:rsidP="00762473">
                  <w:pPr>
                    <w:jc w:val="center"/>
                    <w:rPr>
                      <w:rFonts w:ascii="Bookman Old Style" w:hAnsi="Bookman Old Style"/>
                      <w:sz w:val="28"/>
                      <w:szCs w:val="28"/>
                    </w:rPr>
                  </w:pPr>
                  <w:r w:rsidRPr="00762473">
                    <w:rPr>
                      <w:rFonts w:ascii="Bookman Old Style" w:hAnsi="Bookman Old Style"/>
                      <w:sz w:val="28"/>
                      <w:szCs w:val="28"/>
                    </w:rPr>
                    <w:t>9:00 AM – 12:00 Noon</w:t>
                  </w:r>
                </w:p>
                <w:p w:rsidR="00D32D25" w:rsidRPr="00762473" w:rsidRDefault="00D32D25" w:rsidP="00762473">
                  <w:pPr>
                    <w:jc w:val="center"/>
                    <w:rPr>
                      <w:rFonts w:ascii="Gungsuh" w:eastAsia="Gungsuh" w:hAnsi="Gungsuh"/>
                      <w:sz w:val="28"/>
                      <w:szCs w:val="28"/>
                    </w:rPr>
                  </w:pPr>
                  <w:r w:rsidRPr="00762473">
                    <w:rPr>
                      <w:rFonts w:ascii="Bookman Old Style" w:hAnsi="Bookman Old Style"/>
                      <w:sz w:val="28"/>
                      <w:szCs w:val="28"/>
                    </w:rPr>
                    <w:t>Cost $60.00 cash or check: check payable to IRMO STINGERS</w:t>
                  </w:r>
                </w:p>
                <w:p w:rsidR="00D32D25" w:rsidRPr="00762473" w:rsidRDefault="00D32D25" w:rsidP="00762473">
                  <w:pPr>
                    <w:rPr>
                      <w:rFonts w:ascii="Bookman Old Style" w:eastAsia="Gungsuh" w:hAnsi="Bookman Old Style"/>
                      <w:sz w:val="28"/>
                      <w:szCs w:val="28"/>
                    </w:rPr>
                  </w:pPr>
                  <w:smartTag w:uri="urn:schemas-microsoft-com:office:smarttags" w:element="PlaceName">
                    <w:smartTag w:uri="urn:schemas-microsoft-com:office:smarttags" w:element="place">
                      <w:r w:rsidRPr="00762473">
                        <w:rPr>
                          <w:rFonts w:ascii="Bookman Old Style" w:eastAsia="Gungsuh" w:hAnsi="Bookman Old Style"/>
                          <w:sz w:val="28"/>
                          <w:szCs w:val="28"/>
                        </w:rPr>
                        <w:t>Irmo</w:t>
                      </w:r>
                    </w:smartTag>
                    <w:r w:rsidRPr="00762473">
                      <w:rPr>
                        <w:rFonts w:ascii="Bookman Old Style" w:eastAsia="Gungsuh" w:hAnsi="Bookman Old Style"/>
                        <w:sz w:val="28"/>
                        <w:szCs w:val="28"/>
                      </w:rPr>
                      <w:t xml:space="preserve"> </w:t>
                    </w:r>
                    <w:smartTag w:uri="urn:schemas-microsoft-com:office:smarttags" w:element="PlaceType">
                      <w:r w:rsidRPr="00762473">
                        <w:rPr>
                          <w:rFonts w:ascii="Bookman Old Style" w:eastAsia="Gungsuh" w:hAnsi="Bookman Old Style"/>
                          <w:sz w:val="28"/>
                          <w:szCs w:val="28"/>
                        </w:rPr>
                        <w:t>High School</w:t>
                      </w:r>
                    </w:smartTag>
                  </w:smartTag>
                  <w:r w:rsidRPr="00762473">
                    <w:rPr>
                      <w:rFonts w:ascii="Bookman Old Style" w:eastAsia="Gungsuh" w:hAnsi="Bookman Old Style"/>
                      <w:sz w:val="28"/>
                      <w:szCs w:val="28"/>
                    </w:rPr>
                    <w:t xml:space="preserve">: </w:t>
                  </w:r>
                  <w:smartTag w:uri="urn:schemas-microsoft-com:office:smarttags" w:element="address">
                    <w:smartTag w:uri="urn:schemas-microsoft-com:office:smarttags" w:element="Street">
                      <w:r w:rsidRPr="00762473">
                        <w:rPr>
                          <w:rFonts w:ascii="Bookman Old Style" w:eastAsia="Gungsuh" w:hAnsi="Bookman Old Style"/>
                          <w:sz w:val="28"/>
                          <w:szCs w:val="28"/>
                        </w:rPr>
                        <w:t>6671 St Andrews Rd</w:t>
                      </w:r>
                    </w:smartTag>
                    <w:r w:rsidRPr="00762473">
                      <w:rPr>
                        <w:rFonts w:ascii="Bookman Old Style" w:eastAsia="Gungsuh" w:hAnsi="Bookman Old Style"/>
                        <w:sz w:val="28"/>
                        <w:szCs w:val="28"/>
                      </w:rPr>
                      <w:t xml:space="preserve">, </w:t>
                    </w:r>
                    <w:smartTag w:uri="urn:schemas-microsoft-com:office:smarttags" w:element="City">
                      <w:r w:rsidRPr="00762473">
                        <w:rPr>
                          <w:rFonts w:ascii="Bookman Old Style" w:eastAsia="Gungsuh" w:hAnsi="Bookman Old Style"/>
                          <w:sz w:val="28"/>
                          <w:szCs w:val="28"/>
                        </w:rPr>
                        <w:t>Columbia</w:t>
                      </w:r>
                    </w:smartTag>
                    <w:r w:rsidRPr="00762473">
                      <w:rPr>
                        <w:rFonts w:ascii="Bookman Old Style" w:eastAsia="Gungsuh" w:hAnsi="Bookman Old Style"/>
                        <w:sz w:val="28"/>
                        <w:szCs w:val="28"/>
                      </w:rPr>
                      <w:t xml:space="preserve"> </w:t>
                    </w:r>
                    <w:smartTag w:uri="urn:schemas-microsoft-com:office:smarttags" w:element="State">
                      <w:r w:rsidRPr="00762473">
                        <w:rPr>
                          <w:rFonts w:ascii="Bookman Old Style" w:eastAsia="Gungsuh" w:hAnsi="Bookman Old Style"/>
                          <w:sz w:val="28"/>
                          <w:szCs w:val="28"/>
                        </w:rPr>
                        <w:t>SC</w:t>
                      </w:r>
                    </w:smartTag>
                    <w:r w:rsidRPr="00762473">
                      <w:rPr>
                        <w:rFonts w:ascii="Bookman Old Style" w:eastAsia="Gungsuh" w:hAnsi="Bookman Old Style"/>
                        <w:sz w:val="28"/>
                        <w:szCs w:val="28"/>
                      </w:rPr>
                      <w:t xml:space="preserve">, </w:t>
                    </w:r>
                    <w:smartTag w:uri="urn:schemas-microsoft-com:office:smarttags" w:element="PostalCode">
                      <w:r w:rsidRPr="00762473">
                        <w:rPr>
                          <w:rFonts w:ascii="Bookman Old Style" w:eastAsia="Gungsuh" w:hAnsi="Bookman Old Style"/>
                          <w:sz w:val="28"/>
                          <w:szCs w:val="28"/>
                        </w:rPr>
                        <w:t>29212</w:t>
                      </w:r>
                    </w:smartTag>
                  </w:smartTag>
                  <w:r w:rsidRPr="00762473">
                    <w:rPr>
                      <w:rFonts w:ascii="Bookman Old Style" w:eastAsia="Gungsuh" w:hAnsi="Bookman Old Style"/>
                      <w:sz w:val="28"/>
                      <w:szCs w:val="28"/>
                    </w:rPr>
                    <w:t xml:space="preserve"> in the Wrestling Room 305.</w:t>
                  </w:r>
                </w:p>
                <w:p w:rsidR="00D32D25" w:rsidRDefault="00D32D25" w:rsidP="00762473">
                  <w:pPr>
                    <w:rPr>
                      <w:rFonts w:ascii="Times New Roman" w:hAnsi="Times New Roman"/>
                      <w:b/>
                      <w:bCs/>
                      <w:i/>
                      <w:iCs/>
                      <w:color w:val="222222"/>
                      <w:sz w:val="20"/>
                      <w:szCs w:val="20"/>
                    </w:rPr>
                  </w:pPr>
                  <w:r w:rsidRPr="00762473">
                    <w:rPr>
                      <w:rFonts w:ascii="Bookman Old Style" w:eastAsia="Gungsuh" w:hAnsi="Bookman Old Style"/>
                      <w:sz w:val="28"/>
                      <w:szCs w:val="28"/>
                    </w:rPr>
                    <w:t xml:space="preserve">For more information contact: Coach Tom Rinehart: Phone (803) 477-5311 e-mail </w:t>
                  </w:r>
                  <w:hyperlink r:id="rId8" w:history="1">
                    <w:r w:rsidRPr="00762473">
                      <w:rPr>
                        <w:rStyle w:val="Hyperlink"/>
                        <w:rFonts w:ascii="Bookman Old Style" w:eastAsia="Gungsuh" w:hAnsi="Bookman Old Style"/>
                        <w:sz w:val="28"/>
                        <w:szCs w:val="28"/>
                      </w:rPr>
                      <w:t>irmowrestling@gmail.com</w:t>
                    </w:r>
                  </w:hyperlink>
                  <w:r w:rsidRPr="00762473">
                    <w:rPr>
                      <w:rFonts w:ascii="Bookman Old Style" w:hAnsi="Bookman Old Style"/>
                      <w:sz w:val="28"/>
                      <w:szCs w:val="28"/>
                    </w:rPr>
                    <w:t xml:space="preserve"> </w:t>
                  </w:r>
                  <w:r w:rsidRPr="00762473">
                    <w:rPr>
                      <w:rFonts w:ascii="Bookman Old Style" w:eastAsia="Gungsuh" w:hAnsi="Bookman Old Style"/>
                      <w:sz w:val="28"/>
                      <w:szCs w:val="28"/>
                    </w:rPr>
                    <w:t xml:space="preserve"> or visit our website </w:t>
                  </w:r>
                  <w:r w:rsidRPr="00762473">
                    <w:rPr>
                      <w:rFonts w:ascii="Bookman Old Style" w:eastAsia="Gungsuh" w:hAnsi="Bookman Old Style"/>
                      <w:color w:val="0000FF"/>
                      <w:sz w:val="28"/>
                      <w:szCs w:val="28"/>
                      <w:u w:val="single"/>
                    </w:rPr>
                    <w:t>Irmowrestling.com</w:t>
                  </w:r>
                  <w:r w:rsidRPr="00762473">
                    <w:rPr>
                      <w:rFonts w:ascii="Bookman Old Style" w:hAnsi="Bookman Old Style"/>
                      <w:b/>
                      <w:bCs/>
                      <w:i/>
                      <w:iCs/>
                      <w:color w:val="222222"/>
                      <w:sz w:val="28"/>
                      <w:szCs w:val="28"/>
                    </w:rPr>
                    <w:t xml:space="preserve">  </w:t>
                  </w:r>
                  <w:r w:rsidRPr="00762473">
                    <w:rPr>
                      <w:rFonts w:ascii="Bookman Old Style" w:hAnsi="Bookman Old Style"/>
                      <w:bCs/>
                      <w:iCs/>
                      <w:color w:val="222222"/>
                      <w:sz w:val="28"/>
                      <w:szCs w:val="28"/>
                    </w:rPr>
                    <w:t>on the camps page.</w:t>
                  </w:r>
                </w:p>
                <w:p w:rsidR="00D32D25" w:rsidRDefault="00D32D25" w:rsidP="00762473">
                  <w:pPr>
                    <w:rPr>
                      <w:rFonts w:ascii="Times New Roman" w:hAnsi="Times New Roman"/>
                      <w:b/>
                      <w:bCs/>
                      <w:i/>
                      <w:iCs/>
                      <w:color w:val="222222"/>
                      <w:sz w:val="20"/>
                      <w:szCs w:val="20"/>
                    </w:rPr>
                  </w:pPr>
                </w:p>
                <w:p w:rsidR="00D32D25" w:rsidRPr="0063074D" w:rsidRDefault="00D32D25" w:rsidP="00762473">
                  <w:pPr>
                    <w:rPr>
                      <w:rFonts w:ascii="VAGRounded BT" w:hAnsi="VAGRounded BT"/>
                      <w:sz w:val="28"/>
                      <w:szCs w:val="28"/>
                    </w:rPr>
                  </w:pPr>
                  <w:r w:rsidRPr="00F63301">
                    <w:rPr>
                      <w:rFonts w:ascii="Times New Roman" w:hAnsi="Times New Roman"/>
                      <w:b/>
                      <w:bCs/>
                      <w:i/>
                      <w:iCs/>
                      <w:color w:val="222222"/>
                      <w:sz w:val="20"/>
                      <w:szCs w:val="20"/>
                    </w:rPr>
                    <w:t>Distribution of this flyer through official district or school channels does not imply endorsement or support from</w:t>
                  </w:r>
                  <w:r w:rsidRPr="00F63301">
                    <w:rPr>
                      <w:rFonts w:ascii="Times New Roman" w:hAnsi="Times New Roman"/>
                      <w:b/>
                      <w:bCs/>
                      <w:i/>
                      <w:iCs/>
                      <w:color w:val="222222"/>
                      <w:sz w:val="40"/>
                      <w:szCs w:val="40"/>
                    </w:rPr>
                    <w:t xml:space="preserve"> </w:t>
                  </w:r>
                  <w:r w:rsidRPr="00F63301">
                    <w:rPr>
                      <w:rFonts w:ascii="Times New Roman" w:hAnsi="Times New Roman"/>
                      <w:b/>
                      <w:bCs/>
                      <w:i/>
                      <w:iCs/>
                      <w:color w:val="222222"/>
                      <w:sz w:val="20"/>
                      <w:szCs w:val="20"/>
                    </w:rPr>
                    <w:t>Lexington-Richland Five or any school therein.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55pt;margin-top:-63pt;width:352.5pt;height:594pt;z-index:251656192">
            <v:textbox>
              <w:txbxContent>
                <w:p w:rsidR="00D32D25" w:rsidRPr="00762473" w:rsidRDefault="00D32D25" w:rsidP="00762473">
                  <w:pPr>
                    <w:jc w:val="center"/>
                    <w:rPr>
                      <w:rFonts w:ascii="Times New Roman" w:hAnsi="Times New Roman"/>
                      <w:b/>
                      <w:sz w:val="48"/>
                      <w:szCs w:val="48"/>
                    </w:rPr>
                  </w:pPr>
                  <w:smartTag w:uri="urn:schemas-microsoft-com:office:smarttags" w:element="PlaceType">
                    <w:smartTag w:uri="urn:schemas-microsoft-com:office:smarttags" w:element="PlaceType">
                      <w:r w:rsidRPr="00762473">
                        <w:rPr>
                          <w:rFonts w:ascii="Times New Roman" w:hAnsi="Times New Roman"/>
                          <w:b/>
                          <w:sz w:val="48"/>
                          <w:szCs w:val="48"/>
                        </w:rPr>
                        <w:t>Camp</w:t>
                      </w:r>
                    </w:smartTag>
                    <w:r w:rsidRPr="00762473">
                      <w:rPr>
                        <w:rFonts w:ascii="Times New Roman" w:hAnsi="Times New Roman"/>
                        <w:b/>
                        <w:sz w:val="48"/>
                        <w:szCs w:val="48"/>
                      </w:rPr>
                      <w:t xml:space="preserve"> </w:t>
                    </w:r>
                    <w:smartTag w:uri="urn:schemas-microsoft-com:office:smarttags" w:element="PlaceType">
                      <w:r w:rsidRPr="00762473">
                        <w:rPr>
                          <w:rFonts w:ascii="Times New Roman" w:hAnsi="Times New Roman"/>
                          <w:b/>
                          <w:sz w:val="48"/>
                          <w:szCs w:val="48"/>
                        </w:rPr>
                        <w:t>Itinerary</w:t>
                      </w:r>
                    </w:smartTag>
                  </w:smartTag>
                  <w:r w:rsidRPr="00762473">
                    <w:rPr>
                      <w:rFonts w:ascii="Times New Roman" w:hAnsi="Times New Roman"/>
                      <w:b/>
                      <w:sz w:val="48"/>
                      <w:szCs w:val="48"/>
                    </w:rPr>
                    <w:t>:</w:t>
                  </w:r>
                </w:p>
                <w:p w:rsidR="00D32D25" w:rsidRPr="00762473" w:rsidRDefault="00D32D25" w:rsidP="005D0CA8">
                  <w:pPr>
                    <w:rPr>
                      <w:rFonts w:ascii="Times New Roman" w:hAnsi="Times New Roman"/>
                      <w:sz w:val="48"/>
                      <w:szCs w:val="48"/>
                    </w:rPr>
                  </w:pPr>
                  <w:r w:rsidRPr="00762473">
                    <w:rPr>
                      <w:rFonts w:ascii="Times New Roman" w:hAnsi="Times New Roman"/>
                      <w:sz w:val="48"/>
                      <w:szCs w:val="48"/>
                    </w:rPr>
                    <w:t>9:00 – 9:15 Warm-up</w:t>
                  </w:r>
                </w:p>
                <w:p w:rsidR="00D32D25" w:rsidRPr="00762473" w:rsidRDefault="00D32D25" w:rsidP="00F31C54">
                  <w:pPr>
                    <w:rPr>
                      <w:rFonts w:ascii="Times New Roman" w:hAnsi="Times New Roman"/>
                      <w:sz w:val="48"/>
                      <w:szCs w:val="48"/>
                    </w:rPr>
                  </w:pPr>
                  <w:r w:rsidRPr="00762473">
                    <w:rPr>
                      <w:rFonts w:ascii="Times New Roman" w:hAnsi="Times New Roman"/>
                      <w:sz w:val="48"/>
                      <w:szCs w:val="48"/>
                    </w:rPr>
                    <w:t xml:space="preserve">9:15 - 9:30 Drills </w:t>
                  </w:r>
                </w:p>
                <w:p w:rsidR="00D32D25" w:rsidRPr="00762473" w:rsidRDefault="00D32D25" w:rsidP="00F31C54">
                  <w:pPr>
                    <w:rPr>
                      <w:rFonts w:ascii="Times New Roman" w:hAnsi="Times New Roman"/>
                      <w:sz w:val="48"/>
                      <w:szCs w:val="48"/>
                    </w:rPr>
                  </w:pPr>
                  <w:r w:rsidRPr="00762473">
                    <w:rPr>
                      <w:rFonts w:ascii="Times New Roman" w:hAnsi="Times New Roman"/>
                      <w:sz w:val="48"/>
                      <w:szCs w:val="48"/>
                    </w:rPr>
                    <w:t>9:30 – 9:35 Break</w:t>
                  </w:r>
                </w:p>
                <w:p w:rsidR="00D32D25" w:rsidRPr="00762473" w:rsidRDefault="00D32D25" w:rsidP="00F31C54">
                  <w:pPr>
                    <w:rPr>
                      <w:rFonts w:ascii="Times New Roman" w:hAnsi="Times New Roman"/>
                      <w:sz w:val="48"/>
                      <w:szCs w:val="48"/>
                    </w:rPr>
                  </w:pPr>
                  <w:r w:rsidRPr="00762473">
                    <w:rPr>
                      <w:rFonts w:ascii="Times New Roman" w:hAnsi="Times New Roman"/>
                      <w:sz w:val="48"/>
                      <w:szCs w:val="48"/>
                    </w:rPr>
                    <w:t xml:space="preserve">9:35 – 10:05 Instruction </w:t>
                  </w:r>
                </w:p>
                <w:p w:rsidR="00D32D25" w:rsidRPr="00762473" w:rsidRDefault="00D32D25" w:rsidP="00F31C54">
                  <w:pPr>
                    <w:rPr>
                      <w:rFonts w:ascii="Times New Roman" w:hAnsi="Times New Roman"/>
                      <w:sz w:val="48"/>
                      <w:szCs w:val="48"/>
                    </w:rPr>
                  </w:pPr>
                  <w:r w:rsidRPr="00762473">
                    <w:rPr>
                      <w:rFonts w:ascii="Times New Roman" w:hAnsi="Times New Roman"/>
                      <w:sz w:val="48"/>
                      <w:szCs w:val="48"/>
                    </w:rPr>
                    <w:t>10:05 – 10:10 Break</w:t>
                  </w:r>
                </w:p>
                <w:p w:rsidR="00D32D25" w:rsidRPr="00762473" w:rsidRDefault="00D32D25" w:rsidP="00F31C54">
                  <w:pPr>
                    <w:rPr>
                      <w:rFonts w:ascii="Times New Roman" w:hAnsi="Times New Roman"/>
                      <w:sz w:val="48"/>
                      <w:szCs w:val="48"/>
                    </w:rPr>
                  </w:pPr>
                  <w:r w:rsidRPr="00762473">
                    <w:rPr>
                      <w:rFonts w:ascii="Times New Roman" w:hAnsi="Times New Roman"/>
                      <w:sz w:val="48"/>
                      <w:szCs w:val="48"/>
                    </w:rPr>
                    <w:t xml:space="preserve">10:10 – 10:40 Instruction </w:t>
                  </w:r>
                </w:p>
                <w:p w:rsidR="00D32D25" w:rsidRPr="00762473" w:rsidRDefault="00D32D25" w:rsidP="00F31C54">
                  <w:pPr>
                    <w:rPr>
                      <w:rFonts w:ascii="Times New Roman" w:hAnsi="Times New Roman"/>
                      <w:sz w:val="48"/>
                      <w:szCs w:val="48"/>
                    </w:rPr>
                  </w:pPr>
                  <w:r w:rsidRPr="00762473">
                    <w:rPr>
                      <w:rFonts w:ascii="Times New Roman" w:hAnsi="Times New Roman"/>
                      <w:sz w:val="48"/>
                      <w:szCs w:val="48"/>
                    </w:rPr>
                    <w:t xml:space="preserve">10:40 – 10:45 Break </w:t>
                  </w:r>
                </w:p>
                <w:p w:rsidR="00D32D25" w:rsidRPr="00762473" w:rsidRDefault="00D32D25" w:rsidP="00F31C54">
                  <w:pPr>
                    <w:rPr>
                      <w:rFonts w:ascii="Times New Roman" w:hAnsi="Times New Roman"/>
                      <w:sz w:val="48"/>
                      <w:szCs w:val="48"/>
                    </w:rPr>
                  </w:pPr>
                  <w:r w:rsidRPr="00762473">
                    <w:rPr>
                      <w:rFonts w:ascii="Times New Roman" w:hAnsi="Times New Roman"/>
                      <w:sz w:val="48"/>
                      <w:szCs w:val="48"/>
                    </w:rPr>
                    <w:t>10:45 – 11:15 Instruction</w:t>
                  </w:r>
                </w:p>
                <w:p w:rsidR="00D32D25" w:rsidRPr="00762473" w:rsidRDefault="00D32D25" w:rsidP="00F31C54">
                  <w:pPr>
                    <w:rPr>
                      <w:rFonts w:ascii="Times New Roman" w:hAnsi="Times New Roman"/>
                      <w:sz w:val="48"/>
                      <w:szCs w:val="48"/>
                    </w:rPr>
                  </w:pPr>
                  <w:r w:rsidRPr="00762473">
                    <w:rPr>
                      <w:rFonts w:ascii="Times New Roman" w:hAnsi="Times New Roman"/>
                      <w:sz w:val="48"/>
                      <w:szCs w:val="48"/>
                    </w:rPr>
                    <w:t>11:20 – 11:25 Break</w:t>
                  </w:r>
                </w:p>
                <w:p w:rsidR="00D32D25" w:rsidRPr="00762473" w:rsidRDefault="00D32D25" w:rsidP="00F31C54">
                  <w:pPr>
                    <w:rPr>
                      <w:rFonts w:ascii="Times New Roman" w:hAnsi="Times New Roman"/>
                      <w:sz w:val="48"/>
                      <w:szCs w:val="48"/>
                    </w:rPr>
                  </w:pPr>
                  <w:r w:rsidRPr="00762473">
                    <w:rPr>
                      <w:rFonts w:ascii="Times New Roman" w:hAnsi="Times New Roman"/>
                      <w:sz w:val="48"/>
                      <w:szCs w:val="48"/>
                    </w:rPr>
                    <w:t>11:25 – 11:55 Live Wrestling Competition</w:t>
                  </w:r>
                </w:p>
                <w:p w:rsidR="00D32D25" w:rsidRPr="00762473" w:rsidRDefault="00D32D25" w:rsidP="00F31C54">
                  <w:pPr>
                    <w:rPr>
                      <w:rFonts w:ascii="Times New Roman" w:hAnsi="Times New Roman"/>
                      <w:sz w:val="48"/>
                      <w:szCs w:val="48"/>
                    </w:rPr>
                  </w:pPr>
                  <w:r w:rsidRPr="00762473">
                    <w:rPr>
                      <w:rFonts w:ascii="Times New Roman" w:hAnsi="Times New Roman"/>
                      <w:sz w:val="48"/>
                      <w:szCs w:val="48"/>
                    </w:rPr>
                    <w:t>11:55-12:00 Camper pick-up</w:t>
                  </w:r>
                </w:p>
                <w:p w:rsidR="00D32D25" w:rsidRDefault="00D32D25" w:rsidP="00F63301">
                  <w:pPr>
                    <w:spacing w:line="480" w:lineRule="auto"/>
                    <w:rPr>
                      <w:rFonts w:ascii="Times New Roman" w:hAnsi="Times New Roman"/>
                      <w:b/>
                      <w:bCs/>
                      <w:i/>
                      <w:iCs/>
                      <w:color w:val="222222"/>
                      <w:sz w:val="20"/>
                      <w:szCs w:val="20"/>
                    </w:rPr>
                  </w:pPr>
                </w:p>
                <w:p w:rsidR="00D32D25" w:rsidRDefault="00D32D25" w:rsidP="00F63301">
                  <w:pPr>
                    <w:spacing w:line="480" w:lineRule="auto"/>
                    <w:rPr>
                      <w:rFonts w:ascii="Times New Roman" w:hAnsi="Times New Roman"/>
                      <w:b/>
                      <w:bCs/>
                      <w:i/>
                      <w:iCs/>
                      <w:color w:val="222222"/>
                      <w:sz w:val="20"/>
                      <w:szCs w:val="20"/>
                    </w:rPr>
                  </w:pPr>
                </w:p>
                <w:p w:rsidR="00D32D25" w:rsidRPr="00F63301" w:rsidRDefault="00D32D25" w:rsidP="00F31C54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D32D25" w:rsidRDefault="00D32D25" w:rsidP="001E5B49">
      <w:pPr>
        <w:pageBreakBefore/>
      </w:pPr>
      <w:r>
        <w:rPr>
          <w:noProof/>
        </w:rPr>
        <w:pict>
          <v:shape id="_x0000_s1028" type="#_x0000_t202" style="position:absolute;margin-left:346.5pt;margin-top:-63pt;width:357.5pt;height:594pt;z-index:251659264">
            <v:textbox>
              <w:txbxContent>
                <w:p w:rsidR="00D32D25" w:rsidRPr="00C66535" w:rsidRDefault="00D32D25" w:rsidP="00C66535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40"/>
                      <w:szCs w:val="40"/>
                    </w:rPr>
                  </w:pPr>
                  <w:smartTag w:uri="urn:schemas-microsoft-com:office:smarttags" w:element="PlaceType">
                    <w:smartTag w:uri="urn:schemas-microsoft-com:office:smarttags" w:element="PlaceType">
                      <w:r w:rsidRPr="00C66535"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>CAMP</w:t>
                      </w:r>
                    </w:smartTag>
                    <w:r w:rsidRPr="00C66535">
                      <w:rPr>
                        <w:rFonts w:ascii="Times New Roman" w:hAnsi="Times New Roman"/>
                        <w:b/>
                        <w:sz w:val="40"/>
                        <w:szCs w:val="40"/>
                      </w:rPr>
                      <w:t xml:space="preserve"> </w:t>
                    </w:r>
                    <w:smartTag w:uri="urn:schemas-microsoft-com:office:smarttags" w:element="PlaceType">
                      <w:r w:rsidRPr="00C66535"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>REGISTRATION</w:t>
                      </w:r>
                    </w:smartTag>
                  </w:smartTag>
                </w:p>
                <w:p w:rsidR="00D32D25" w:rsidRPr="001A143C" w:rsidRDefault="00D32D25" w:rsidP="00554C4A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Cost: </w:t>
                  </w:r>
                  <w:r w:rsidRPr="008B1CD7">
                    <w:rPr>
                      <w:rFonts w:ascii="Times New Roman" w:hAnsi="Times New Roman"/>
                      <w:sz w:val="24"/>
                      <w:szCs w:val="24"/>
                    </w:rPr>
                    <w:t>$60.00 Cash or Check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: Check payable to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IRMO STINGERS</w:t>
                  </w:r>
                </w:p>
                <w:p w:rsidR="00D32D25" w:rsidRPr="001A143C" w:rsidRDefault="00D32D25" w:rsidP="00554C4A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Registration Limited to; First 50 wrestlers</w:t>
                  </w:r>
                </w:p>
                <w:p w:rsidR="00D32D25" w:rsidRPr="000E4713" w:rsidRDefault="00D32D25" w:rsidP="00554C4A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E471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Participant Information:</w:t>
                  </w:r>
                </w:p>
                <w:p w:rsidR="00D32D25" w:rsidRDefault="00D32D25" w:rsidP="00554C4A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Name (printed)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                                                                          .  </w:t>
                  </w:r>
                </w:p>
                <w:p w:rsidR="00D32D25" w:rsidRDefault="00D32D25" w:rsidP="00554C4A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Current Medications or Special Instructions: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                          .</w:t>
                  </w:r>
                </w:p>
                <w:p w:rsidR="00D32D25" w:rsidRDefault="00D32D25" w:rsidP="00554C4A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                                                                                                   .</w:t>
                  </w:r>
                </w:p>
                <w:p w:rsidR="00D32D25" w:rsidRDefault="00D32D25" w:rsidP="00554C4A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                                                                                                   . </w:t>
                  </w:r>
                </w:p>
                <w:p w:rsidR="00D32D25" w:rsidRDefault="00D32D25" w:rsidP="00554C4A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Age: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         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D.O.B: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                   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Grade: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         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D32D25" w:rsidRDefault="00D32D25" w:rsidP="00554C4A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Experience: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          .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 w:rsidRPr="00554C4A">
                    <w:rPr>
                      <w:rFonts w:ascii="Times New Roman" w:hAnsi="Times New Roman"/>
                      <w:sz w:val="24"/>
                      <w:szCs w:val="24"/>
                    </w:rPr>
                    <w:t>H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eight: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      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Weight: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         .</w:t>
                  </w:r>
                </w:p>
                <w:p w:rsidR="00D32D25" w:rsidRDefault="00D32D25" w:rsidP="00554C4A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Address: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                                                                                      .</w:t>
                  </w:r>
                </w:p>
                <w:p w:rsidR="00D32D25" w:rsidRDefault="00D32D25" w:rsidP="00554C4A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                                                                                                     .</w:t>
                  </w:r>
                </w:p>
                <w:p w:rsidR="00D32D25" w:rsidRDefault="00D32D25" w:rsidP="000E471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Contact Number: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(     )                           (     )                                 .</w:t>
                  </w:r>
                </w:p>
                <w:p w:rsidR="00D32D25" w:rsidRDefault="00D32D25" w:rsidP="000E471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E-mail address: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                                                                            .</w:t>
                  </w:r>
                </w:p>
                <w:p w:rsidR="00D32D25" w:rsidRPr="000E4713" w:rsidRDefault="00D32D25" w:rsidP="000E4713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E471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Parent / Guardian Information:</w:t>
                  </w:r>
                </w:p>
                <w:p w:rsidR="00D32D25" w:rsidRDefault="00D32D25" w:rsidP="000E471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Name (printed)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                                                                          .  </w:t>
                  </w:r>
                </w:p>
                <w:p w:rsidR="00D32D25" w:rsidRDefault="00D32D25" w:rsidP="000E471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Contact Number: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(     )                           (     )                                 .</w:t>
                  </w:r>
                </w:p>
                <w:p w:rsidR="00D32D25" w:rsidRDefault="00D32D25" w:rsidP="000E471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E-mail address: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                                                                            .</w:t>
                  </w:r>
                </w:p>
                <w:p w:rsidR="00D32D25" w:rsidRDefault="00D32D25" w:rsidP="000E471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471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Release Statement: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The Irmo wrestling camp (facilities/instructors) and/or </w:t>
                  </w:r>
                  <w:smartTag w:uri="urn:schemas-microsoft-com:office:smarttags" w:element="PlaceType">
                    <w:smartTag w:uri="urn:schemas-microsoft-com:office:smarttags" w:element="PlaceType"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Irmo</w:t>
                      </w:r>
                    </w:smartTag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  <w:smartTag w:uri="urn:schemas-microsoft-com:office:smarttags" w:element="PlaceType"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High School</w:t>
                      </w:r>
                    </w:smartTag>
                  </w:smartTag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will not be held liable for any injuries or lost items.</w:t>
                  </w:r>
                </w:p>
                <w:p w:rsidR="00D32D25" w:rsidRDefault="00D32D25" w:rsidP="000E471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Participant Signature: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                                           Date:                 .</w:t>
                  </w:r>
                </w:p>
                <w:p w:rsidR="00D32D25" w:rsidRDefault="00D32D25" w:rsidP="000E471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32D25" w:rsidRPr="00C66535" w:rsidRDefault="00D32D25" w:rsidP="000E471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66535">
                    <w:rPr>
                      <w:rFonts w:ascii="Times New Roman" w:hAnsi="Times New Roman"/>
                      <w:sz w:val="24"/>
                      <w:szCs w:val="24"/>
                    </w:rPr>
                    <w:t>Parent/Gaurdian Signature: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                                   </w:t>
                  </w:r>
                  <w:r w:rsidRPr="00C66535">
                    <w:rPr>
                      <w:rFonts w:ascii="Times New Roman" w:hAnsi="Times New Roman"/>
                      <w:sz w:val="24"/>
                      <w:szCs w:val="24"/>
                    </w:rPr>
                    <w:t>Date</w:t>
                  </w:r>
                  <w:r w:rsidRPr="00C66535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:                </w:t>
                  </w:r>
                  <w:r w:rsidRPr="00C66535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D32D25" w:rsidRPr="000E4713" w:rsidRDefault="00D32D25" w:rsidP="000E471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60.5pt;margin-top:-54pt;width:362.65pt;height:585pt;z-index:251658240">
            <v:textbox>
              <w:txbxContent>
                <w:p w:rsidR="00D32D25" w:rsidRPr="00C66535" w:rsidRDefault="00D32D25" w:rsidP="00E30099">
                  <w:pPr>
                    <w:jc w:val="center"/>
                    <w:rPr>
                      <w:rFonts w:ascii="Gungsuh" w:eastAsia="Gungsuh" w:hAnsi="Gungsuh"/>
                      <w:b/>
                      <w:sz w:val="40"/>
                      <w:szCs w:val="40"/>
                    </w:rPr>
                  </w:pPr>
                  <w:r w:rsidRPr="00C66535">
                    <w:rPr>
                      <w:rFonts w:ascii="Gungsuh" w:eastAsia="Gungsuh" w:hAnsi="Gungsuh"/>
                      <w:b/>
                      <w:sz w:val="40"/>
                      <w:szCs w:val="40"/>
                    </w:rPr>
                    <w:t>2014 IRMO WRESTLING CAMP</w:t>
                  </w:r>
                </w:p>
                <w:p w:rsidR="00D32D25" w:rsidRPr="00C66535" w:rsidRDefault="00D32D25" w:rsidP="003F26DE">
                  <w:pPr>
                    <w:spacing w:line="240" w:lineRule="auto"/>
                    <w:rPr>
                      <w:rFonts w:ascii="Times New Roman" w:eastAsia="Gungsuh" w:hAnsi="Times New Roman"/>
                      <w:b/>
                      <w:sz w:val="28"/>
                      <w:szCs w:val="28"/>
                    </w:rPr>
                  </w:pPr>
                  <w:r w:rsidRPr="00C66535">
                    <w:rPr>
                      <w:rFonts w:ascii="Times New Roman" w:eastAsia="Gungsuh" w:hAnsi="Times New Roman"/>
                      <w:b/>
                      <w:sz w:val="28"/>
                      <w:szCs w:val="28"/>
                    </w:rPr>
                    <w:t xml:space="preserve">Technicians: </w:t>
                  </w:r>
                </w:p>
                <w:p w:rsidR="00D32D25" w:rsidRPr="00C66535" w:rsidRDefault="00D32D25" w:rsidP="003F26DE">
                  <w:pPr>
                    <w:spacing w:line="240" w:lineRule="auto"/>
                    <w:rPr>
                      <w:rFonts w:ascii="Times New Roman" w:eastAsia="Gungsuh" w:hAnsi="Times New Roman"/>
                      <w:sz w:val="28"/>
                      <w:szCs w:val="28"/>
                    </w:rPr>
                  </w:pPr>
                  <w:r w:rsidRPr="00C66535">
                    <w:rPr>
                      <w:rFonts w:ascii="Times New Roman" w:eastAsia="Gungsuh" w:hAnsi="Times New Roman"/>
                      <w:sz w:val="28"/>
                      <w:szCs w:val="28"/>
                    </w:rPr>
                    <w:t xml:space="preserve">Coach Tom Rinehart: Varsity wrestling coach at </w:t>
                  </w:r>
                  <w:smartTag w:uri="urn:schemas-microsoft-com:office:smarttags" w:element="PlaceType">
                    <w:smartTag w:uri="urn:schemas-microsoft-com:office:smarttags" w:element="PlaceType">
                      <w:r w:rsidRPr="00C66535">
                        <w:rPr>
                          <w:rFonts w:ascii="Times New Roman" w:eastAsia="Gungsuh" w:hAnsi="Times New Roman"/>
                          <w:sz w:val="28"/>
                          <w:szCs w:val="28"/>
                        </w:rPr>
                        <w:t>Irmo</w:t>
                      </w:r>
                    </w:smartTag>
                    <w:r w:rsidRPr="00C66535">
                      <w:rPr>
                        <w:rFonts w:ascii="Times New Roman" w:eastAsia="Gungsuh" w:hAnsi="Times New Roman"/>
                        <w:sz w:val="28"/>
                        <w:szCs w:val="28"/>
                      </w:rPr>
                      <w:t xml:space="preserve"> </w:t>
                    </w:r>
                    <w:smartTag w:uri="urn:schemas-microsoft-com:office:smarttags" w:element="PlaceType">
                      <w:r w:rsidRPr="00C66535">
                        <w:rPr>
                          <w:rFonts w:ascii="Times New Roman" w:eastAsia="Gungsuh" w:hAnsi="Times New Roman"/>
                          <w:sz w:val="28"/>
                          <w:szCs w:val="28"/>
                        </w:rPr>
                        <w:t>High School</w:t>
                      </w:r>
                    </w:smartTag>
                  </w:smartTag>
                  <w:r w:rsidRPr="00C66535">
                    <w:rPr>
                      <w:rFonts w:ascii="Times New Roman" w:eastAsia="Gungsuh" w:hAnsi="Times New Roman"/>
                      <w:sz w:val="28"/>
                      <w:szCs w:val="28"/>
                    </w:rPr>
                    <w:t xml:space="preserve"> with over 40 years of combined coaching and competition experience at all levels from elementary to international. </w:t>
                  </w:r>
                </w:p>
                <w:p w:rsidR="00D32D25" w:rsidRPr="00C66535" w:rsidRDefault="00D32D25" w:rsidP="00B81BA3">
                  <w:pPr>
                    <w:rPr>
                      <w:rFonts w:ascii="Times New Roman" w:eastAsia="Gungsuh" w:hAnsi="Times New Roman"/>
                      <w:sz w:val="28"/>
                      <w:szCs w:val="28"/>
                    </w:rPr>
                  </w:pPr>
                  <w:r w:rsidRPr="00C66535">
                    <w:rPr>
                      <w:rFonts w:ascii="Times New Roman" w:eastAsia="Gungsuh" w:hAnsi="Times New Roman"/>
                      <w:sz w:val="28"/>
                      <w:szCs w:val="28"/>
                    </w:rPr>
                    <w:t xml:space="preserve">Coach Brandon Schofield: Irmo Varsity assistant coach </w:t>
                  </w:r>
                </w:p>
                <w:p w:rsidR="00D32D25" w:rsidRPr="00C66535" w:rsidRDefault="00D32D25" w:rsidP="00B81BA3">
                  <w:pPr>
                    <w:rPr>
                      <w:rFonts w:ascii="Times New Roman" w:eastAsia="Gungsuh" w:hAnsi="Times New Roman"/>
                      <w:sz w:val="28"/>
                      <w:szCs w:val="28"/>
                    </w:rPr>
                  </w:pPr>
                  <w:r w:rsidRPr="00C66535">
                    <w:rPr>
                      <w:rFonts w:ascii="Times New Roman" w:eastAsia="Gungsuh" w:hAnsi="Times New Roman"/>
                      <w:sz w:val="28"/>
                      <w:szCs w:val="28"/>
                    </w:rPr>
                    <w:t>Coach JD Denning: Stingers elementary club coach.</w:t>
                  </w:r>
                </w:p>
                <w:p w:rsidR="00D32D25" w:rsidRDefault="00D32D25" w:rsidP="00B81BA3">
                  <w:pPr>
                    <w:rPr>
                      <w:rFonts w:ascii="Times New Roman" w:eastAsia="Gungsuh" w:hAnsi="Times New Roman"/>
                      <w:sz w:val="28"/>
                      <w:szCs w:val="28"/>
                    </w:rPr>
                  </w:pPr>
                  <w:r w:rsidRPr="00C66535">
                    <w:rPr>
                      <w:rFonts w:ascii="Times New Roman" w:eastAsia="Gungsuh" w:hAnsi="Times New Roman"/>
                      <w:sz w:val="28"/>
                      <w:szCs w:val="28"/>
                    </w:rPr>
                    <w:t xml:space="preserve">Many Irmo Alumni </w:t>
                  </w:r>
                </w:p>
                <w:p w:rsidR="00D32D25" w:rsidRDefault="00D32D25" w:rsidP="00B81BA3">
                  <w:pPr>
                    <w:rPr>
                      <w:rFonts w:ascii="Times New Roman" w:eastAsia="Gungsuh" w:hAnsi="Times New Roman"/>
                      <w:sz w:val="28"/>
                      <w:szCs w:val="28"/>
                    </w:rPr>
                  </w:pPr>
                </w:p>
                <w:p w:rsidR="00D32D25" w:rsidRPr="00C66535" w:rsidRDefault="00D32D25" w:rsidP="00B81BA3">
                  <w:pPr>
                    <w:rPr>
                      <w:rFonts w:ascii="Times New Roman" w:eastAsia="Gungsuh" w:hAnsi="Times New Roman"/>
                      <w:b/>
                      <w:sz w:val="28"/>
                      <w:szCs w:val="28"/>
                    </w:rPr>
                  </w:pPr>
                  <w:r w:rsidRPr="00C66535">
                    <w:rPr>
                      <w:rFonts w:ascii="Times New Roman" w:eastAsia="Gungsuh" w:hAnsi="Times New Roman"/>
                      <w:b/>
                      <w:sz w:val="28"/>
                      <w:szCs w:val="28"/>
                    </w:rPr>
                    <w:t>Focus:</w:t>
                  </w:r>
                </w:p>
                <w:p w:rsidR="00D32D25" w:rsidRPr="00C66535" w:rsidRDefault="00D32D25" w:rsidP="00B81BA3">
                  <w:pPr>
                    <w:rPr>
                      <w:rFonts w:ascii="Times New Roman" w:eastAsia="Gungsuh" w:hAnsi="Times New Roman"/>
                      <w:sz w:val="28"/>
                      <w:szCs w:val="28"/>
                    </w:rPr>
                  </w:pPr>
                  <w:r w:rsidRPr="00C66535">
                    <w:rPr>
                      <w:rFonts w:ascii="Times New Roman" w:eastAsia="Gungsuh" w:hAnsi="Times New Roman"/>
                      <w:sz w:val="28"/>
                      <w:szCs w:val="28"/>
                    </w:rPr>
                    <w:t>This year’s camp will be focused on TAKE DOWN ATTACKS and COUNTER ATTACKS from the locked position.</w:t>
                  </w:r>
                </w:p>
                <w:p w:rsidR="00D32D25" w:rsidRPr="00C66535" w:rsidRDefault="00D32D25" w:rsidP="00B81BA3">
                  <w:pPr>
                    <w:rPr>
                      <w:rFonts w:ascii="Times New Roman" w:eastAsia="Gungsuh" w:hAnsi="Times New Roman"/>
                      <w:sz w:val="28"/>
                      <w:szCs w:val="28"/>
                    </w:rPr>
                  </w:pPr>
                  <w:r w:rsidRPr="00C66535">
                    <w:rPr>
                      <w:rFonts w:ascii="Times New Roman" w:eastAsia="Gungsuh" w:hAnsi="Times New Roman"/>
                      <w:b/>
                      <w:sz w:val="28"/>
                      <w:szCs w:val="28"/>
                    </w:rPr>
                    <w:t xml:space="preserve">Techniques: </w:t>
                  </w:r>
                </w:p>
                <w:p w:rsidR="00D32D25" w:rsidRPr="00C66535" w:rsidRDefault="00D32D25" w:rsidP="00B81BA3">
                  <w:pPr>
                    <w:rPr>
                      <w:rFonts w:ascii="Times New Roman" w:eastAsia="Gungsuh" w:hAnsi="Times New Roman"/>
                      <w:sz w:val="28"/>
                      <w:szCs w:val="28"/>
                    </w:rPr>
                  </w:pPr>
                  <w:r w:rsidRPr="00C66535">
                    <w:rPr>
                      <w:rFonts w:ascii="Times New Roman" w:eastAsia="Gungsuh" w:hAnsi="Times New Roman"/>
                      <w:sz w:val="28"/>
                      <w:szCs w:val="28"/>
                    </w:rPr>
                    <w:t>Collar and Russian Ties, Double Over, Double Under, and Over-Under Locks</w:t>
                  </w:r>
                </w:p>
                <w:p w:rsidR="00D32D25" w:rsidRPr="00C66535" w:rsidRDefault="00D32D25" w:rsidP="00B81BA3">
                  <w:pPr>
                    <w:rPr>
                      <w:rFonts w:ascii="Times New Roman" w:eastAsia="Gungsuh" w:hAnsi="Times New Roman"/>
                      <w:sz w:val="28"/>
                      <w:szCs w:val="28"/>
                    </w:rPr>
                  </w:pPr>
                  <w:r w:rsidRPr="00C66535">
                    <w:rPr>
                      <w:rFonts w:ascii="Times New Roman" w:eastAsia="Gungsuh" w:hAnsi="Times New Roman"/>
                      <w:b/>
                      <w:sz w:val="28"/>
                      <w:szCs w:val="28"/>
                    </w:rPr>
                    <w:t>Moves:</w:t>
                  </w:r>
                  <w:r w:rsidRPr="00C66535">
                    <w:rPr>
                      <w:rFonts w:ascii="Times New Roman" w:eastAsia="Gungsuh" w:hAnsi="Times New Roman"/>
                      <w:sz w:val="28"/>
                      <w:szCs w:val="28"/>
                    </w:rPr>
                    <w:t xml:space="preserve"> </w:t>
                  </w:r>
                </w:p>
                <w:p w:rsidR="00D32D25" w:rsidRPr="00C66535" w:rsidRDefault="00D32D25" w:rsidP="003F26DE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66535">
                    <w:rPr>
                      <w:rFonts w:ascii="Times New Roman" w:eastAsia="Gungsuh" w:hAnsi="Times New Roman"/>
                      <w:sz w:val="28"/>
                      <w:szCs w:val="28"/>
                    </w:rPr>
                    <w:t>Pass-by, Duck Under, Kelly Roll, Fireman’s Carry, Head-Arm, Lateral Drop, Body Locks, Snap-Downs, Ankle Picks, Single and Double Leg</w:t>
                  </w:r>
                  <w:r w:rsidRPr="00C66535">
                    <w:rPr>
                      <w:rFonts w:ascii="Times New Roman" w:hAnsi="Times New Roman"/>
                      <w:sz w:val="28"/>
                      <w:szCs w:val="28"/>
                    </w:rPr>
                    <w:t xml:space="preserve"> take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downs </w:t>
                  </w:r>
                  <w:r w:rsidRPr="00C66535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</w:t>
                  </w:r>
                  <w:r w:rsidRPr="00C66535"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r w:rsidRPr="00C66535"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</w:p>
              </w:txbxContent>
            </v:textbox>
          </v:shape>
        </w:pict>
      </w:r>
    </w:p>
    <w:p w:rsidR="00D32D25" w:rsidRDefault="00D32D25"/>
    <w:p w:rsidR="00D32D25" w:rsidRDefault="00D32D25"/>
    <w:p w:rsidR="00D32D25" w:rsidRDefault="00D32D25" w:rsidP="00207829">
      <w:pPr>
        <w:rPr>
          <w:rFonts w:ascii="VAGRounded BT" w:hAnsi="VAGRounded BT"/>
          <w:sz w:val="28"/>
          <w:szCs w:val="28"/>
        </w:rPr>
      </w:pPr>
    </w:p>
    <w:sectPr w:rsidR="00D32D25" w:rsidSect="00181E0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D25" w:rsidRDefault="00D32D25" w:rsidP="00A64FCD">
      <w:pPr>
        <w:spacing w:after="0" w:line="240" w:lineRule="auto"/>
      </w:pPr>
      <w:r>
        <w:separator/>
      </w:r>
    </w:p>
  </w:endnote>
  <w:endnote w:type="continuationSeparator" w:id="0">
    <w:p w:rsidR="00D32D25" w:rsidRDefault="00D32D25" w:rsidP="00A64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Gungsuh"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Gungsuh Wester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AGRounded B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D25" w:rsidRDefault="00D32D25" w:rsidP="00A64FCD">
      <w:pPr>
        <w:spacing w:after="0" w:line="240" w:lineRule="auto"/>
      </w:pPr>
      <w:r>
        <w:separator/>
      </w:r>
    </w:p>
  </w:footnote>
  <w:footnote w:type="continuationSeparator" w:id="0">
    <w:p w:rsidR="00D32D25" w:rsidRDefault="00D32D25" w:rsidP="00A64F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DC36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5FD8579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68D407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CFC8A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8F2C2DE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E2CB3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F608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F6B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F726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BC044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CD0F1D"/>
    <w:multiLevelType w:val="hybridMultilevel"/>
    <w:tmpl w:val="4FCA5FA8"/>
    <w:lvl w:ilvl="0" w:tplc="2998F2F6">
      <w:start w:val="201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490021"/>
    <w:multiLevelType w:val="hybridMultilevel"/>
    <w:tmpl w:val="81AACCF2"/>
    <w:lvl w:ilvl="0" w:tplc="94D2CAA4">
      <w:start w:val="2011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1E03"/>
    <w:rsid w:val="00015A2B"/>
    <w:rsid w:val="00025DDB"/>
    <w:rsid w:val="0004094F"/>
    <w:rsid w:val="000413C2"/>
    <w:rsid w:val="00042B6C"/>
    <w:rsid w:val="0007364F"/>
    <w:rsid w:val="00077F3A"/>
    <w:rsid w:val="000B4A54"/>
    <w:rsid w:val="000B620F"/>
    <w:rsid w:val="000D37B4"/>
    <w:rsid w:val="000E4713"/>
    <w:rsid w:val="000E5E23"/>
    <w:rsid w:val="000F1F89"/>
    <w:rsid w:val="00100B70"/>
    <w:rsid w:val="00100BE8"/>
    <w:rsid w:val="0011510D"/>
    <w:rsid w:val="00120ED4"/>
    <w:rsid w:val="00131903"/>
    <w:rsid w:val="001663F9"/>
    <w:rsid w:val="0018159C"/>
    <w:rsid w:val="00181E03"/>
    <w:rsid w:val="00182FEF"/>
    <w:rsid w:val="001A143C"/>
    <w:rsid w:val="001D3209"/>
    <w:rsid w:val="001E57FD"/>
    <w:rsid w:val="001E5B49"/>
    <w:rsid w:val="001F50AE"/>
    <w:rsid w:val="001F5611"/>
    <w:rsid w:val="001F648D"/>
    <w:rsid w:val="00200187"/>
    <w:rsid w:val="00204B1B"/>
    <w:rsid w:val="00207829"/>
    <w:rsid w:val="00215CCD"/>
    <w:rsid w:val="0022181F"/>
    <w:rsid w:val="00242FFC"/>
    <w:rsid w:val="00250129"/>
    <w:rsid w:val="0025773F"/>
    <w:rsid w:val="002A1E83"/>
    <w:rsid w:val="002B6131"/>
    <w:rsid w:val="002D0983"/>
    <w:rsid w:val="002D3DBD"/>
    <w:rsid w:val="002F6422"/>
    <w:rsid w:val="00342FF5"/>
    <w:rsid w:val="00367637"/>
    <w:rsid w:val="003724B7"/>
    <w:rsid w:val="003726A0"/>
    <w:rsid w:val="003961FF"/>
    <w:rsid w:val="003B5CB1"/>
    <w:rsid w:val="003D2C76"/>
    <w:rsid w:val="003D3879"/>
    <w:rsid w:val="003F26DE"/>
    <w:rsid w:val="00405671"/>
    <w:rsid w:val="00410684"/>
    <w:rsid w:val="00415AC1"/>
    <w:rsid w:val="0046646A"/>
    <w:rsid w:val="0047575F"/>
    <w:rsid w:val="00475D70"/>
    <w:rsid w:val="004B2075"/>
    <w:rsid w:val="004E4038"/>
    <w:rsid w:val="00532F71"/>
    <w:rsid w:val="00536145"/>
    <w:rsid w:val="00542871"/>
    <w:rsid w:val="0054405B"/>
    <w:rsid w:val="00554C4A"/>
    <w:rsid w:val="00561725"/>
    <w:rsid w:val="00586188"/>
    <w:rsid w:val="005B547A"/>
    <w:rsid w:val="005D0CA8"/>
    <w:rsid w:val="005F2F49"/>
    <w:rsid w:val="0061003F"/>
    <w:rsid w:val="006117AE"/>
    <w:rsid w:val="0063074D"/>
    <w:rsid w:val="00641E84"/>
    <w:rsid w:val="006441FB"/>
    <w:rsid w:val="006D42CD"/>
    <w:rsid w:val="006F73AA"/>
    <w:rsid w:val="00735DDE"/>
    <w:rsid w:val="00737962"/>
    <w:rsid w:val="00743398"/>
    <w:rsid w:val="00755200"/>
    <w:rsid w:val="00762473"/>
    <w:rsid w:val="007755F1"/>
    <w:rsid w:val="007A7AD6"/>
    <w:rsid w:val="007C0512"/>
    <w:rsid w:val="007F169E"/>
    <w:rsid w:val="00814812"/>
    <w:rsid w:val="00830E78"/>
    <w:rsid w:val="00867C20"/>
    <w:rsid w:val="008704C3"/>
    <w:rsid w:val="0087095E"/>
    <w:rsid w:val="00875B2D"/>
    <w:rsid w:val="00892EFB"/>
    <w:rsid w:val="00895E8F"/>
    <w:rsid w:val="008A2214"/>
    <w:rsid w:val="008B1CD7"/>
    <w:rsid w:val="008C3FF9"/>
    <w:rsid w:val="008F2ADE"/>
    <w:rsid w:val="009018FF"/>
    <w:rsid w:val="00916A93"/>
    <w:rsid w:val="00920433"/>
    <w:rsid w:val="009211AC"/>
    <w:rsid w:val="00932A51"/>
    <w:rsid w:val="00946C92"/>
    <w:rsid w:val="00955341"/>
    <w:rsid w:val="009652D2"/>
    <w:rsid w:val="0097635D"/>
    <w:rsid w:val="0097691B"/>
    <w:rsid w:val="009834AB"/>
    <w:rsid w:val="00A02527"/>
    <w:rsid w:val="00A040B5"/>
    <w:rsid w:val="00A24351"/>
    <w:rsid w:val="00A26CA5"/>
    <w:rsid w:val="00A367EE"/>
    <w:rsid w:val="00A42C62"/>
    <w:rsid w:val="00A64FCD"/>
    <w:rsid w:val="00A97B0B"/>
    <w:rsid w:val="00AF0194"/>
    <w:rsid w:val="00AF2DAB"/>
    <w:rsid w:val="00AF326A"/>
    <w:rsid w:val="00B447C7"/>
    <w:rsid w:val="00B64E8C"/>
    <w:rsid w:val="00B67867"/>
    <w:rsid w:val="00B77C52"/>
    <w:rsid w:val="00B81BA3"/>
    <w:rsid w:val="00BA7B80"/>
    <w:rsid w:val="00BA7EC9"/>
    <w:rsid w:val="00BB7F30"/>
    <w:rsid w:val="00BC697B"/>
    <w:rsid w:val="00BD7B38"/>
    <w:rsid w:val="00BE73C4"/>
    <w:rsid w:val="00C12FA7"/>
    <w:rsid w:val="00C20760"/>
    <w:rsid w:val="00C270CB"/>
    <w:rsid w:val="00C34AFB"/>
    <w:rsid w:val="00C3779D"/>
    <w:rsid w:val="00C51C15"/>
    <w:rsid w:val="00C66535"/>
    <w:rsid w:val="00C7161D"/>
    <w:rsid w:val="00C73229"/>
    <w:rsid w:val="00C82243"/>
    <w:rsid w:val="00C93BAB"/>
    <w:rsid w:val="00C9485E"/>
    <w:rsid w:val="00CD140D"/>
    <w:rsid w:val="00CD2267"/>
    <w:rsid w:val="00CE2A0A"/>
    <w:rsid w:val="00D11C8A"/>
    <w:rsid w:val="00D32D25"/>
    <w:rsid w:val="00D34B83"/>
    <w:rsid w:val="00D35882"/>
    <w:rsid w:val="00D569FB"/>
    <w:rsid w:val="00D701BD"/>
    <w:rsid w:val="00D75152"/>
    <w:rsid w:val="00D764E3"/>
    <w:rsid w:val="00D90729"/>
    <w:rsid w:val="00DA250F"/>
    <w:rsid w:val="00DD3585"/>
    <w:rsid w:val="00DE0D35"/>
    <w:rsid w:val="00E0349F"/>
    <w:rsid w:val="00E07C05"/>
    <w:rsid w:val="00E17F56"/>
    <w:rsid w:val="00E21EFE"/>
    <w:rsid w:val="00E30099"/>
    <w:rsid w:val="00E3112C"/>
    <w:rsid w:val="00E707F1"/>
    <w:rsid w:val="00EA304E"/>
    <w:rsid w:val="00EA4C84"/>
    <w:rsid w:val="00EB04CD"/>
    <w:rsid w:val="00EB092A"/>
    <w:rsid w:val="00EC5C4F"/>
    <w:rsid w:val="00EF7774"/>
    <w:rsid w:val="00F07BD0"/>
    <w:rsid w:val="00F106F0"/>
    <w:rsid w:val="00F3007A"/>
    <w:rsid w:val="00F31C54"/>
    <w:rsid w:val="00F4107A"/>
    <w:rsid w:val="00F4583D"/>
    <w:rsid w:val="00F51E76"/>
    <w:rsid w:val="00F63301"/>
    <w:rsid w:val="00F7638E"/>
    <w:rsid w:val="00F8382E"/>
    <w:rsid w:val="00FA7C6A"/>
    <w:rsid w:val="00FC1569"/>
    <w:rsid w:val="00FE042F"/>
    <w:rsid w:val="00FE66D1"/>
    <w:rsid w:val="00FE7089"/>
    <w:rsid w:val="00FF3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EC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0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074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EA4C8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A64F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64FC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A64F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64FCD"/>
    <w:rPr>
      <w:rFonts w:cs="Times New Roman"/>
    </w:rPr>
  </w:style>
  <w:style w:type="character" w:styleId="Hyperlink">
    <w:name w:val="Hyperlink"/>
    <w:basedOn w:val="DefaultParagraphFont"/>
    <w:uiPriority w:val="99"/>
    <w:rsid w:val="009018F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7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mowrestling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1</Words>
  <Characters>8</Characters>
  <Application>Microsoft Office Outlook</Application>
  <DocSecurity>0</DocSecurity>
  <Lines>0</Lines>
  <Paragraphs>0</Paragraphs>
  <ScaleCrop>false</ScaleCrop>
  <Company>Unknown or None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Big Daddy</dc:creator>
  <cp:keywords/>
  <dc:description/>
  <cp:lastModifiedBy>rinehart, thomas</cp:lastModifiedBy>
  <cp:revision>2</cp:revision>
  <cp:lastPrinted>2014-05-07T16:17:00Z</cp:lastPrinted>
  <dcterms:created xsi:type="dcterms:W3CDTF">2014-05-07T16:18:00Z</dcterms:created>
  <dcterms:modified xsi:type="dcterms:W3CDTF">2014-05-07T16:18:00Z</dcterms:modified>
</cp:coreProperties>
</file>